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Tento způsob komunikace se týká jakékoliv elektronické komunikace, resp. elektr</w:t>
      </w:r>
      <w:r w:rsidR="00AD7BE2">
        <w:rPr>
          <w:rFonts w:asciiTheme="minorHAnsi" w:hAnsiTheme="minorHAnsi"/>
          <w:b/>
          <w:sz w:val="22"/>
          <w:szCs w:val="22"/>
          <w:highlight w:val="yellow"/>
        </w:rPr>
        <w:t>o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</w:t>
      </w:r>
      <w:r w:rsidR="00A6530D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="0039473F" w:rsidRPr="00CD7B85">
        <w:rPr>
          <w:rFonts w:asciiTheme="minorHAnsi" w:hAnsiTheme="minorHAnsi"/>
          <w:sz w:val="22"/>
          <w:szCs w:val="22"/>
        </w:rPr>
        <w:t>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6530D"/>
    <w:rsid w:val="00A77967"/>
    <w:rsid w:val="00A810C1"/>
    <w:rsid w:val="00A95C57"/>
    <w:rsid w:val="00AB5C68"/>
    <w:rsid w:val="00AB7D35"/>
    <w:rsid w:val="00AD335C"/>
    <w:rsid w:val="00AD6EE2"/>
    <w:rsid w:val="00AD7B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5C2AC8-9A9D-4C6C-B71E-8D16C6B1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420EEE1D</Template>
  <TotalTime>46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2025-04-15T10:07:00Z</dcterms:modified>
</cp:coreProperties>
</file>